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FE7806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6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967DEB">
                                  <w:t>Homework #40</w:t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3C249A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Tue, 21 Oct 2014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967DEB">
                            <w:t>Homework #40</w:t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3C249A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Tue, 21 Oct 2014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rZ/sIA&#10;AADaAAAADwAAAGRycy9kb3ducmV2LnhtbESPQWvCQBSE7wX/w/KEXkrdKLbWNKuIUOo1sYjHR/Y1&#10;Cdl9G7Ibjf/eLQg9DjPzDZNtR2vEhXrfOFYwnyUgiEunG64U/By/Xj9A+ICs0TgmBTfysN1MnjJM&#10;tbtyTpciVCJC2KeooA6hS6X0ZU0W/cx1xNH7db3FEGVfSd3jNcKtkYskeZcWG44LNXa0r6lsi8Eq&#10;kKfhPOTLZWuK8JKvz2b9/dZppZ6n4+4TRKAx/Icf7YNWsIK/K/EG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itn+wgAAANoAAAAPAAAAAAAAAAAAAAAAAJgCAABkcnMvZG93&#10;bnJldi54bWxQSwUGAAAAAAQABAD1AAAAhwMAAAAA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6d4C/AAAA2gAAAA8AAABkcnMvZG93bnJldi54bWxET0tuwjAQ3VfiDtYgsSt2AaE2YBCiqsKy&#10;DT3AKJ7GofE4xM6nt68Xlbp8ev/9cXKNGKgLtWcNT0sFgrj0puZKw+f17fEZRIjIBhvPpOGHAhwP&#10;s4c9ZsaP/EFDESuRQjhkqMHG2GZShtKSw7D0LXHivnznMCbYVdJ0OKZw18iVUlvpsObUYLGls6Xy&#10;u+idhqE3L4psv75tXt17nm83xV1dtF7Mp9MORKQp/ov/3BejIW1NV9INkId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+neAvwAAANoAAAAPAAAAAAAAAAAAAAAAAJ8CAABk&#10;cnMvZG93bnJldi54bWxQSwUGAAAAAAQABAD3AAAAiwMAAAAA&#10;">
                  <v:imagedata r:id="rId9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4A1C66" w:rsidRDefault="004A1C66"/>
    <w:p w:rsidR="003C249A" w:rsidRDefault="002C5C5D" w:rsidP="003C249A">
      <w:pPr>
        <w:pStyle w:val="ListParagraph"/>
        <w:numPr>
          <w:ilvl w:val="0"/>
          <w:numId w:val="1"/>
        </w:num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a) ∠UOY is a right angle. Find the compliment to ∠YOX</w:t>
      </w:r>
    </w:p>
    <w:p w:rsidR="00967DEB" w:rsidRDefault="002C5C5D" w:rsidP="00967DEB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CC15EE" wp14:editId="477210F5">
                <wp:simplePos x="0" y="0"/>
                <wp:positionH relativeFrom="margin">
                  <wp:align>right</wp:align>
                </wp:positionH>
                <wp:positionV relativeFrom="paragraph">
                  <wp:posOffset>2752725</wp:posOffset>
                </wp:positionV>
                <wp:extent cx="3181350" cy="50482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C5C5D" w:rsidRPr="002B1548" w:rsidRDefault="003C249A" w:rsidP="002C5C5D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>What angle supplements ∠YOU?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CC15EE" id="Rectangle 12" o:spid="_x0000_s1031" style="position:absolute;left:0;text-align:left;margin-left:199.3pt;margin-top:216.75pt;width:250.5pt;height:39.7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" fillcolor="window" strokecolor="window" strokeweight="2pt">
                <v:textbox>
                  <w:txbxContent>
                    <w:p w:rsidR="002C5C5D" w:rsidRPr="002B1548" w:rsidRDefault="003C249A" w:rsidP="002C5C5D">
                      <w:pPr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</w:rPr>
                        <w:t>What angle supplements ∠YOU?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015FC1" wp14:editId="15C3620E">
                <wp:simplePos x="0" y="0"/>
                <wp:positionH relativeFrom="column">
                  <wp:posOffset>3619500</wp:posOffset>
                </wp:positionH>
                <wp:positionV relativeFrom="paragraph">
                  <wp:posOffset>1683385</wp:posOffset>
                </wp:positionV>
                <wp:extent cx="2991917" cy="460858"/>
                <wp:effectExtent l="0" t="0" r="18415" b="158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1917" cy="4608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5C5D" w:rsidRPr="002B1548" w:rsidRDefault="002C5C5D" w:rsidP="002C5C5D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 xml:space="preserve">Name the angle </w:t>
                            </w:r>
                            <w:r w:rsidR="00F63CCA">
                              <w:rPr>
                                <w:color w:val="000000" w:themeColor="text1"/>
                                <w:sz w:val="24"/>
                              </w:rPr>
                              <w:t>supplementary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 xml:space="preserve"> to ∠TOW</w:t>
                            </w:r>
                            <w:r w:rsidRPr="002B1548">
                              <w:rPr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15FC1" id="Rectangle 2" o:spid="_x0000_s1032" style="position:absolute;left:0;text-align:left;margin-left:285pt;margin-top:132.55pt;width:235.6pt;height:36.3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" fillcolor="white [3212]" strokecolor="white [3212]" strokeweight="2pt">
                <v:textbox>
                  <w:txbxContent>
                    <w:p w:rsidR="002C5C5D" w:rsidRPr="002B1548" w:rsidRDefault="002C5C5D" w:rsidP="002C5C5D">
                      <w:pPr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</w:rPr>
                        <w:t xml:space="preserve">Name the angle </w:t>
                      </w:r>
                      <w:r w:rsidR="00F63CCA">
                        <w:rPr>
                          <w:color w:val="000000" w:themeColor="text1"/>
                          <w:sz w:val="24"/>
                        </w:rPr>
                        <w:t>supplementary</w:t>
                      </w:r>
                      <w:bookmarkStart w:id="1" w:name="_GoBack"/>
                      <w:bookmarkEnd w:id="1"/>
                      <w:r>
                        <w:rPr>
                          <w:color w:val="000000" w:themeColor="text1"/>
                          <w:sz w:val="24"/>
                        </w:rPr>
                        <w:t xml:space="preserve"> to ∠TOW</w:t>
                      </w:r>
                      <w:r w:rsidRPr="002B1548">
                        <w:rPr>
                          <w:color w:val="000000" w:themeColor="text1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2C5C5D">
        <w:rPr>
          <w:noProof/>
        </w:rPr>
        <w:drawing>
          <wp:inline distT="0" distB="0" distL="0" distR="0" wp14:anchorId="03957F24" wp14:editId="193B4991">
            <wp:extent cx="6428564" cy="36099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74" r="6241" b="5502"/>
                    <a:stretch/>
                  </pic:blipFill>
                  <pic:spPr bwMode="auto">
                    <a:xfrm>
                      <a:off x="0" y="0"/>
                      <a:ext cx="6429375" cy="3610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7DEB" w:rsidRDefault="00AC2E93" w:rsidP="00967DEB">
      <w:r>
        <w:rPr>
          <w:noProof/>
        </w:rPr>
        <w:drawing>
          <wp:anchor distT="0" distB="0" distL="114300" distR="114300" simplePos="0" relativeHeight="251667456" behindDoc="0" locked="0" layoutInCell="1" allowOverlap="1" wp14:anchorId="3A0997D6" wp14:editId="1D12B08E">
            <wp:simplePos x="0" y="0"/>
            <wp:positionH relativeFrom="column">
              <wp:posOffset>457200</wp:posOffset>
            </wp:positionH>
            <wp:positionV relativeFrom="paragraph">
              <wp:posOffset>9525</wp:posOffset>
            </wp:positionV>
            <wp:extent cx="5862955" cy="4476750"/>
            <wp:effectExtent l="0" t="0" r="4445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71"/>
                    <a:stretch/>
                  </pic:blipFill>
                  <pic:spPr bwMode="auto">
                    <a:xfrm>
                      <a:off x="0" y="0"/>
                      <a:ext cx="5862955" cy="4476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>
      <w:r>
        <w:br/>
      </w:r>
      <w:r>
        <w:br/>
      </w:r>
      <w:r>
        <w:br/>
      </w:r>
      <w:r>
        <w:br/>
      </w:r>
    </w:p>
    <w:p w:rsidR="00967DEB" w:rsidRDefault="00967DEB" w:rsidP="00967DEB"/>
    <w:p w:rsidR="00967DEB" w:rsidRDefault="00967DEB" w:rsidP="00AC2E93">
      <w:r>
        <w:br/>
      </w:r>
    </w:p>
    <w:p w:rsidR="004A1C66" w:rsidRDefault="004A1C66"/>
    <w:p w:rsidR="00967DEB" w:rsidRDefault="00AC2E93"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35B5C615" wp14:editId="197CD45F">
            <wp:simplePos x="0" y="0"/>
            <wp:positionH relativeFrom="margin">
              <wp:posOffset>-104775</wp:posOffset>
            </wp:positionH>
            <wp:positionV relativeFrom="paragraph">
              <wp:posOffset>171450</wp:posOffset>
            </wp:positionV>
            <wp:extent cx="6781800" cy="453390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2E93" w:rsidRDefault="00AC2E93"/>
    <w:p w:rsidR="00AC2E93" w:rsidRDefault="00AC2E93">
      <w:r>
        <w:rPr>
          <w:noProof/>
        </w:rPr>
        <w:drawing>
          <wp:anchor distT="0" distB="0" distL="114300" distR="114300" simplePos="0" relativeHeight="251668480" behindDoc="0" locked="0" layoutInCell="1" allowOverlap="1" wp14:anchorId="7A3DDEE3" wp14:editId="329CB2D6">
            <wp:simplePos x="0" y="0"/>
            <wp:positionH relativeFrom="column">
              <wp:posOffset>342900</wp:posOffset>
            </wp:positionH>
            <wp:positionV relativeFrom="paragraph">
              <wp:posOffset>146685</wp:posOffset>
            </wp:positionV>
            <wp:extent cx="5848350" cy="771525"/>
            <wp:effectExtent l="0" t="0" r="0" b="952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7DEB" w:rsidRDefault="00AC2E93">
      <w:r>
        <w:t xml:space="preserve">9) </w:t>
      </w:r>
    </w:p>
    <w:p w:rsidR="00AC2E93" w:rsidRDefault="00AC2E93">
      <w:pPr>
        <w:rPr>
          <w:noProof/>
        </w:rPr>
      </w:pPr>
    </w:p>
    <w:p w:rsidR="00AC2E93" w:rsidRDefault="00AC2E93">
      <w:pPr>
        <w:rPr>
          <w:noProof/>
        </w:rPr>
      </w:pPr>
    </w:p>
    <w:p w:rsidR="00AC2E93" w:rsidRDefault="00AC2E93">
      <w:pPr>
        <w:rPr>
          <w:noProof/>
        </w:rPr>
      </w:pPr>
    </w:p>
    <w:p w:rsidR="00AC2E93" w:rsidRDefault="00AC2E93">
      <w:pPr>
        <w:rPr>
          <w:noProof/>
        </w:rPr>
      </w:pPr>
    </w:p>
    <w:p w:rsidR="00AC2E93" w:rsidRDefault="00AC2E93">
      <w:pPr>
        <w:rPr>
          <w:noProof/>
        </w:rPr>
      </w:pPr>
      <w:r>
        <w:rPr>
          <w:noProof/>
        </w:rPr>
        <w:br/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FCF43C9" wp14:editId="2D684EE3">
            <wp:simplePos x="0" y="0"/>
            <wp:positionH relativeFrom="margin">
              <wp:posOffset>371475</wp:posOffset>
            </wp:positionH>
            <wp:positionV relativeFrom="paragraph">
              <wp:posOffset>3810</wp:posOffset>
            </wp:positionV>
            <wp:extent cx="6419850" cy="232410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37" t="45536"/>
                    <a:stretch/>
                  </pic:blipFill>
                  <pic:spPr bwMode="auto">
                    <a:xfrm>
                      <a:off x="0" y="0"/>
                      <a:ext cx="6419850" cy="2324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2E93" w:rsidRDefault="00AC2E93">
      <w:pPr>
        <w:rPr>
          <w:noProof/>
        </w:rPr>
      </w:pPr>
      <w:r>
        <w:rPr>
          <w:noProof/>
        </w:rPr>
        <w:t>10)</w:t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  <w:t>11)</w:t>
      </w:r>
    </w:p>
    <w:p w:rsidR="00967DEB" w:rsidRDefault="00967DEB"/>
    <w:p w:rsidR="00967DEB" w:rsidRDefault="00967DEB"/>
    <w:p w:rsidR="00967DEB" w:rsidRDefault="00967DEB"/>
    <w:p w:rsidR="003C0478" w:rsidRDefault="003C0478"/>
    <w:p w:rsidR="00AC2E93" w:rsidRDefault="00AC2E93">
      <w:pPr>
        <w:rPr>
          <w:noProof/>
        </w:rPr>
      </w:pPr>
    </w:p>
    <w:p w:rsidR="00AC2E93" w:rsidRDefault="00AC2E93">
      <w:pPr>
        <w:rPr>
          <w:noProof/>
        </w:rPr>
      </w:pPr>
    </w:p>
    <w:p w:rsidR="003C0478" w:rsidRDefault="003C0478"/>
    <w:sectPr w:rsidR="003C0478" w:rsidSect="008D1D28">
      <w:footerReference w:type="default" r:id="rId15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7DE" w:rsidRDefault="002847DE" w:rsidP="004A1C66">
      <w:r>
        <w:separator/>
      </w:r>
    </w:p>
  </w:endnote>
  <w:endnote w:type="continuationSeparator" w:id="0">
    <w:p w:rsidR="002847DE" w:rsidRDefault="002847DE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7DE" w:rsidRDefault="002847DE" w:rsidP="004A1C66">
      <w:r>
        <w:separator/>
      </w:r>
    </w:p>
  </w:footnote>
  <w:footnote w:type="continuationSeparator" w:id="0">
    <w:p w:rsidR="002847DE" w:rsidRDefault="002847DE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8E0EAF"/>
    <w:multiLevelType w:val="hybridMultilevel"/>
    <w:tmpl w:val="1C5AF838"/>
    <w:lvl w:ilvl="0" w:tplc="475862D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DEB"/>
    <w:rsid w:val="000248E2"/>
    <w:rsid w:val="000E5DF3"/>
    <w:rsid w:val="001B0A83"/>
    <w:rsid w:val="00242D79"/>
    <w:rsid w:val="002847DE"/>
    <w:rsid w:val="002C5C5D"/>
    <w:rsid w:val="003B785F"/>
    <w:rsid w:val="003C0478"/>
    <w:rsid w:val="003C249A"/>
    <w:rsid w:val="004A1C66"/>
    <w:rsid w:val="004D05E9"/>
    <w:rsid w:val="0065474E"/>
    <w:rsid w:val="00674044"/>
    <w:rsid w:val="006F5A5F"/>
    <w:rsid w:val="00773176"/>
    <w:rsid w:val="00823BB8"/>
    <w:rsid w:val="00846041"/>
    <w:rsid w:val="008D1D28"/>
    <w:rsid w:val="00967DEB"/>
    <w:rsid w:val="00AC2E93"/>
    <w:rsid w:val="00B53200"/>
    <w:rsid w:val="00CE4705"/>
    <w:rsid w:val="00D006CF"/>
    <w:rsid w:val="00D211C3"/>
    <w:rsid w:val="00D27131"/>
    <w:rsid w:val="00DD6332"/>
    <w:rsid w:val="00ED05F2"/>
    <w:rsid w:val="00F63CCA"/>
    <w:rsid w:val="00FE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195137-A7FE-4354-BEA2-32A306A1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7DE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C5C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ielmeier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7271E-BEC3-48EF-A279-7A4D602FD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5</TotalTime>
  <Pages>2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Bielmeier, Sean</dc:creator>
  <cp:keywords/>
  <dc:description/>
  <cp:lastModifiedBy>Tienou-Gustafson, Darrell</cp:lastModifiedBy>
  <cp:revision>2</cp:revision>
  <dcterms:created xsi:type="dcterms:W3CDTF">2014-10-20T17:32:00Z</dcterms:created>
  <dcterms:modified xsi:type="dcterms:W3CDTF">2014-10-20T17:32:00Z</dcterms:modified>
</cp:coreProperties>
</file>